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E58DF" w14:textId="77777777" w:rsidR="00FD4E3E" w:rsidRDefault="00B27618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  <w:t>SPECIFICATION OF STANDARD GOODS</w:t>
      </w:r>
    </w:p>
    <w:p w14:paraId="28943270" w14:textId="370A5E2A" w:rsidR="00FD4E3E" w:rsidRDefault="00B27618">
      <w:pPr>
        <w:tabs>
          <w:tab w:val="left" w:pos="2835"/>
        </w:tabs>
        <w:spacing w:before="240" w:after="240"/>
        <w:ind w:left="2835" w:hanging="2835"/>
        <w:jc w:val="center"/>
        <w:rPr>
          <w:lang w:eastAsia="ko-KR"/>
        </w:rPr>
      </w:pPr>
      <w:r>
        <w:rPr>
          <w:b/>
          <w:lang w:val="en-GB"/>
        </w:rPr>
        <w:t>Procurement No:</w:t>
      </w:r>
      <w:r w:rsidR="00D94BF6">
        <w:rPr>
          <w:b/>
          <w:lang w:val="en-GB"/>
        </w:rPr>
        <w:t xml:space="preserve"> 22-</w:t>
      </w:r>
      <w:r w:rsidR="0089644C">
        <w:rPr>
          <w:b/>
          <w:lang w:val="en-GB"/>
        </w:rPr>
        <w:t>G003-22</w:t>
      </w:r>
    </w:p>
    <w:p w14:paraId="585FBAD8" w14:textId="77777777" w:rsidR="00FD4E3E" w:rsidRDefault="00B27618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>
        <w:rPr>
          <w:rFonts w:ascii="Calibri" w:hAnsi="Calibri" w:cs="Calibri"/>
          <w:highlight w:val="yellow"/>
          <w:lang w:val="en-GB"/>
        </w:rPr>
        <w:br w:type="page"/>
      </w:r>
    </w:p>
    <w:p w14:paraId="6B8FC73C" w14:textId="77777777" w:rsidR="00FD4E3E" w:rsidRDefault="00B27618">
      <w:pPr>
        <w:pStyle w:val="Heading2"/>
      </w:pPr>
      <w:bookmarkStart w:id="0" w:name="_Toc419729571"/>
      <w:bookmarkStart w:id="1" w:name="_Toc11156577"/>
      <w:r>
        <w:lastRenderedPageBreak/>
        <w:t>Specification</w:t>
      </w:r>
      <w:bookmarkEnd w:id="0"/>
    </w:p>
    <w:p w14:paraId="05DB2FAD" w14:textId="77777777" w:rsidR="00FD4E3E" w:rsidRDefault="00B27618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>
        <w:rPr>
          <w:lang w:val="en-GB"/>
        </w:rPr>
        <w:t>Background</w:t>
      </w:r>
      <w:bookmarkEnd w:id="2"/>
      <w:bookmarkEnd w:id="3"/>
    </w:p>
    <w:p w14:paraId="44C0C275" w14:textId="77777777" w:rsidR="00FD4E3E" w:rsidRDefault="00B27618">
      <w:pPr>
        <w:rPr>
          <w:lang w:val="en-GB"/>
        </w:rPr>
      </w:pPr>
      <w:r>
        <w:rPr>
          <w:lang w:val="en-GB"/>
        </w:rPr>
        <w:t xml:space="preserve">Radiology is the medical discipline that uses medical imaging to diagnose diseases within human bodies. These imaging modalities includes Radiography (X-ray), Ultrasound Scan and Computed Tomography (CT) Scan. </w:t>
      </w:r>
    </w:p>
    <w:p w14:paraId="31F0EEB4" w14:textId="77777777" w:rsidR="00FD4E3E" w:rsidRDefault="00B27618">
      <w:pPr>
        <w:rPr>
          <w:lang w:val="en-GB"/>
        </w:rPr>
      </w:pPr>
      <w:r>
        <w:rPr>
          <w:lang w:val="en-GB"/>
        </w:rPr>
        <w:t>Imaging consumables and accessories are vital component for optimal diagnosis, patient care and infection control.</w:t>
      </w:r>
    </w:p>
    <w:p w14:paraId="03022DF6" w14:textId="77777777" w:rsidR="00FD4E3E" w:rsidRDefault="00B27618">
      <w:pPr>
        <w:pStyle w:val="Heading3"/>
        <w:rPr>
          <w:rFonts w:cs="Calibri"/>
          <w:lang w:val="en-GB"/>
        </w:rPr>
      </w:pPr>
      <w:bookmarkStart w:id="5" w:name="_Toc312171709"/>
      <w:r>
        <w:rPr>
          <w:rFonts w:cs="Calibri"/>
          <w:lang w:val="en-GB"/>
        </w:rPr>
        <w:t>Requirements</w:t>
      </w:r>
    </w:p>
    <w:p w14:paraId="05A9DD2F" w14:textId="77777777" w:rsidR="00FD4E3E" w:rsidRDefault="00B27618">
      <w:pPr>
        <w:pStyle w:val="ListParagraph"/>
        <w:numPr>
          <w:ilvl w:val="0"/>
          <w:numId w:val="3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bookmarkStart w:id="6" w:name="_Toc308102003"/>
      <w:r>
        <w:rPr>
          <w:rFonts w:ascii="Times New Roman" w:hAnsi="Times New Roman"/>
          <w:sz w:val="24"/>
          <w:szCs w:val="24"/>
          <w:lang w:val="en-GB"/>
        </w:rPr>
        <w:t>The products must comply to the descriptions of the goods on the list</w:t>
      </w:r>
    </w:p>
    <w:p w14:paraId="60970AFF" w14:textId="77777777" w:rsidR="00FD4E3E" w:rsidRDefault="00B27618">
      <w:pPr>
        <w:pStyle w:val="ListParagraph"/>
        <w:numPr>
          <w:ilvl w:val="0"/>
          <w:numId w:val="3"/>
        </w:numPr>
        <w:ind w:leftChars="0"/>
        <w:rPr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If the specified product on the list is unavailable, the supplier is obliged to offer an identical product with label and description.</w:t>
      </w:r>
    </w:p>
    <w:p w14:paraId="1D8DCEF1" w14:textId="77777777" w:rsidR="00FD4E3E" w:rsidRDefault="00B27618">
      <w:pPr>
        <w:pStyle w:val="Heading3"/>
        <w:rPr>
          <w:rFonts w:cs="Calibri"/>
          <w:lang w:val="en-GB"/>
        </w:rPr>
      </w:pPr>
      <w:bookmarkStart w:id="7" w:name="_Toc419729577"/>
      <w:bookmarkEnd w:id="6"/>
      <w:r>
        <w:rPr>
          <w:rFonts w:cs="Calibri"/>
          <w:lang w:val="en-GB"/>
        </w:rPr>
        <w:t>Installation services</w:t>
      </w:r>
      <w:bookmarkEnd w:id="7"/>
    </w:p>
    <w:p w14:paraId="6448B6D6" w14:textId="77777777" w:rsidR="00FD4E3E" w:rsidRDefault="00B27618">
      <w:pPr>
        <w:rPr>
          <w:lang w:val="en-GB"/>
        </w:rPr>
      </w:pPr>
      <w:r>
        <w:rPr>
          <w:lang w:val="en-GB"/>
        </w:rPr>
        <w:t>None</w:t>
      </w:r>
    </w:p>
    <w:p w14:paraId="549B0DED" w14:textId="77777777" w:rsidR="00FD4E3E" w:rsidRDefault="00B27618">
      <w:pPr>
        <w:pStyle w:val="Heading3"/>
        <w:rPr>
          <w:lang w:val="en-GB"/>
        </w:rPr>
      </w:pPr>
      <w:bookmarkStart w:id="8" w:name="_Toc419729578"/>
      <w:r>
        <w:rPr>
          <w:lang w:val="en-GB"/>
        </w:rPr>
        <w:t>Delivery Time</w:t>
      </w:r>
      <w:bookmarkEnd w:id="8"/>
    </w:p>
    <w:p w14:paraId="5B72234C" w14:textId="77777777" w:rsidR="00FD4E3E" w:rsidRDefault="00B27618">
      <w:pPr>
        <w:rPr>
          <w:lang w:val="en-GB"/>
        </w:rPr>
      </w:pPr>
      <w:r>
        <w:rPr>
          <w:lang w:val="en-GB"/>
        </w:rPr>
        <w:t>12-18 weeks (after Contract start date) by CIF Sea Freight to Kiribati</w:t>
      </w:r>
    </w:p>
    <w:bookmarkEnd w:id="4"/>
    <w:bookmarkEnd w:id="5"/>
    <w:p w14:paraId="44C11185" w14:textId="77777777" w:rsidR="00FD4E3E" w:rsidRDefault="00B27618">
      <w:pPr>
        <w:pStyle w:val="Heading2"/>
      </w:pPr>
      <w:r>
        <w:t>Description of the Goods</w:t>
      </w:r>
      <w:bookmarkEnd w:id="1"/>
    </w:p>
    <w:p w14:paraId="3DC9FF45" w14:textId="77777777" w:rsidR="00FD4E3E" w:rsidRDefault="00B27618">
      <w:pPr>
        <w:rPr>
          <w:i/>
          <w:iCs/>
          <w:lang w:val="en-GB"/>
        </w:rPr>
      </w:pPr>
      <w:r>
        <w:rPr>
          <w:i/>
          <w:iCs/>
          <w:lang w:val="en-GB"/>
        </w:rPr>
        <w:t>Here, list all items to be Tendered</w:t>
      </w:r>
    </w:p>
    <w:p w14:paraId="0952DFBF" w14:textId="77777777" w:rsidR="00FD4E3E" w:rsidRDefault="00B27618">
      <w:pPr>
        <w:rPr>
          <w:i/>
          <w:iCs/>
          <w:lang w:val="en-GB"/>
        </w:rPr>
      </w:pPr>
      <w:r>
        <w:rPr>
          <w:i/>
          <w:iCs/>
          <w:lang w:val="en-GB"/>
        </w:rPr>
        <w:t>(This part may be replaced by a proprietary Supplier description)</w:t>
      </w:r>
    </w:p>
    <w:p w14:paraId="4B5E6885" w14:textId="77777777" w:rsidR="00FD4E3E" w:rsidRDefault="00FD4E3E">
      <w:pPr>
        <w:rPr>
          <w:lang w:val="en-GB"/>
        </w:rPr>
      </w:pP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637"/>
        <w:gridCol w:w="3455"/>
        <w:gridCol w:w="1669"/>
        <w:gridCol w:w="1137"/>
        <w:gridCol w:w="1329"/>
        <w:gridCol w:w="1366"/>
      </w:tblGrid>
      <w:tr w:rsidR="00FD4E3E" w14:paraId="08302C00" w14:textId="77777777" w:rsidTr="00F53D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7FDC90C0" w14:textId="77777777" w:rsidR="00FD4E3E" w:rsidRDefault="00B27618">
            <w:pPr>
              <w:rPr>
                <w:lang w:val="en-GB"/>
              </w:rPr>
            </w:pPr>
            <w:r>
              <w:rPr>
                <w:lang w:val="en-GB"/>
              </w:rPr>
              <w:t>Pos.</w:t>
            </w:r>
          </w:p>
        </w:tc>
        <w:tc>
          <w:tcPr>
            <w:tcW w:w="3455" w:type="dxa"/>
          </w:tcPr>
          <w:p w14:paraId="4BAA1F2B" w14:textId="77777777" w:rsidR="00FD4E3E" w:rsidRDefault="00B276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Description</w:t>
            </w:r>
          </w:p>
        </w:tc>
        <w:tc>
          <w:tcPr>
            <w:tcW w:w="1669" w:type="dxa"/>
          </w:tcPr>
          <w:p w14:paraId="587A938E" w14:textId="77777777" w:rsidR="00FD4E3E" w:rsidRDefault="00B276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Manufacturer</w:t>
            </w:r>
          </w:p>
        </w:tc>
        <w:tc>
          <w:tcPr>
            <w:tcW w:w="1137" w:type="dxa"/>
          </w:tcPr>
          <w:p w14:paraId="717B8DBE" w14:textId="77777777" w:rsidR="00FD4E3E" w:rsidRDefault="00B276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Quantity</w:t>
            </w:r>
          </w:p>
        </w:tc>
        <w:tc>
          <w:tcPr>
            <w:tcW w:w="1329" w:type="dxa"/>
          </w:tcPr>
          <w:p w14:paraId="2BF9A617" w14:textId="77777777" w:rsidR="00FD4E3E" w:rsidRDefault="00B276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Shelf life</w:t>
            </w:r>
          </w:p>
        </w:tc>
        <w:tc>
          <w:tcPr>
            <w:tcW w:w="1366" w:type="dxa"/>
          </w:tcPr>
          <w:p w14:paraId="236581C5" w14:textId="77777777" w:rsidR="00FD4E3E" w:rsidRDefault="00B276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Price (to be Tendered)</w:t>
            </w:r>
          </w:p>
        </w:tc>
      </w:tr>
      <w:tr w:rsidR="00FD4E3E" w14:paraId="0E204BC8" w14:textId="77777777" w:rsidTr="00F53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3B14AFC7" w14:textId="77777777" w:rsidR="00FD4E3E" w:rsidRDefault="00B27618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3455" w:type="dxa"/>
          </w:tcPr>
          <w:p w14:paraId="23A82C7A" w14:textId="77777777" w:rsidR="00FD4E3E" w:rsidRDefault="00B276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Aquasonic</w:t>
            </w:r>
            <w:proofErr w:type="spellEnd"/>
            <w:r>
              <w:rPr>
                <w:lang w:val="en-GB"/>
              </w:rPr>
              <w:t xml:space="preserve"> 100 Ultrasound Transmission Gel 5L - A coupling medium used for ultrasound scan</w:t>
            </w:r>
          </w:p>
        </w:tc>
        <w:tc>
          <w:tcPr>
            <w:tcW w:w="1669" w:type="dxa"/>
          </w:tcPr>
          <w:p w14:paraId="05BF0D3B" w14:textId="01AB9978" w:rsidR="00FD4E3E" w:rsidRDefault="00316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Parker Laboratories</w:t>
            </w:r>
          </w:p>
        </w:tc>
        <w:tc>
          <w:tcPr>
            <w:tcW w:w="1137" w:type="dxa"/>
          </w:tcPr>
          <w:p w14:paraId="0D6B39CC" w14:textId="0A501286" w:rsidR="00FD4E3E" w:rsidRDefault="004653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 CTNS</w:t>
            </w:r>
          </w:p>
        </w:tc>
        <w:tc>
          <w:tcPr>
            <w:tcW w:w="1329" w:type="dxa"/>
          </w:tcPr>
          <w:p w14:paraId="659504C6" w14:textId="29C7497C" w:rsidR="00FD4E3E" w:rsidRDefault="004653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years</w:t>
            </w:r>
          </w:p>
        </w:tc>
        <w:tc>
          <w:tcPr>
            <w:tcW w:w="1366" w:type="dxa"/>
          </w:tcPr>
          <w:p w14:paraId="20E50C94" w14:textId="77777777" w:rsidR="00FD4E3E" w:rsidRDefault="00FD4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D4E3E" w14:paraId="645C6092" w14:textId="77777777" w:rsidTr="00F53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0807EC1C" w14:textId="77777777" w:rsidR="00FD4E3E" w:rsidRDefault="00B27618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</w:p>
        </w:tc>
        <w:tc>
          <w:tcPr>
            <w:tcW w:w="3455" w:type="dxa"/>
          </w:tcPr>
          <w:p w14:paraId="32F9A758" w14:textId="77777777" w:rsidR="00FD4E3E" w:rsidRDefault="00B276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Aquasonic</w:t>
            </w:r>
            <w:proofErr w:type="spellEnd"/>
            <w:r>
              <w:rPr>
                <w:lang w:val="en-GB"/>
              </w:rPr>
              <w:t xml:space="preserve"> 100 Ultrasound Transmission Gel (sterile) – A coupling medium used for ultrasound scan</w:t>
            </w:r>
          </w:p>
        </w:tc>
        <w:tc>
          <w:tcPr>
            <w:tcW w:w="1669" w:type="dxa"/>
          </w:tcPr>
          <w:p w14:paraId="2E95A526" w14:textId="398880B3" w:rsidR="00FD4E3E" w:rsidRDefault="00316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Parker Laboratories</w:t>
            </w:r>
          </w:p>
        </w:tc>
        <w:tc>
          <w:tcPr>
            <w:tcW w:w="1137" w:type="dxa"/>
          </w:tcPr>
          <w:p w14:paraId="3DED75E7" w14:textId="77777777" w:rsidR="00FD4E3E" w:rsidRDefault="00B276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500 </w:t>
            </w:r>
            <w:proofErr w:type="spellStart"/>
            <w:r>
              <w:rPr>
                <w:lang w:val="en-GB"/>
              </w:rPr>
              <w:t>pkts</w:t>
            </w:r>
            <w:proofErr w:type="spellEnd"/>
          </w:p>
        </w:tc>
        <w:tc>
          <w:tcPr>
            <w:tcW w:w="1329" w:type="dxa"/>
          </w:tcPr>
          <w:p w14:paraId="59D0E340" w14:textId="45966D93" w:rsidR="00FD4E3E" w:rsidRDefault="004653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years</w:t>
            </w:r>
          </w:p>
        </w:tc>
        <w:tc>
          <w:tcPr>
            <w:tcW w:w="1366" w:type="dxa"/>
          </w:tcPr>
          <w:p w14:paraId="3DAB0144" w14:textId="77777777" w:rsidR="00FD4E3E" w:rsidRDefault="00FD4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D4E3E" w14:paraId="5D46BEF6" w14:textId="77777777" w:rsidTr="00F53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46F1BD32" w14:textId="77777777" w:rsidR="00FD4E3E" w:rsidRDefault="00B27618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lastRenderedPageBreak/>
              <w:t>3</w:t>
            </w:r>
          </w:p>
        </w:tc>
        <w:tc>
          <w:tcPr>
            <w:tcW w:w="3455" w:type="dxa"/>
          </w:tcPr>
          <w:p w14:paraId="42F4002E" w14:textId="77777777" w:rsidR="00FD4E3E" w:rsidRDefault="00B276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Sony UPP 110 HD Original 110 x 20 - A </w:t>
            </w:r>
            <w:proofErr w:type="spellStart"/>
            <w:r>
              <w:rPr>
                <w:lang w:val="en-GB"/>
              </w:rPr>
              <w:t>thermo</w:t>
            </w:r>
            <w:proofErr w:type="spellEnd"/>
            <w:r>
              <w:rPr>
                <w:lang w:val="en-GB"/>
              </w:rPr>
              <w:t xml:space="preserve"> printing paper for Ultrasound scan images.</w:t>
            </w:r>
          </w:p>
        </w:tc>
        <w:tc>
          <w:tcPr>
            <w:tcW w:w="1669" w:type="dxa"/>
          </w:tcPr>
          <w:p w14:paraId="25B7B676" w14:textId="52B826AF" w:rsidR="00FD4E3E" w:rsidRDefault="00316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Sony</w:t>
            </w:r>
          </w:p>
        </w:tc>
        <w:tc>
          <w:tcPr>
            <w:tcW w:w="1137" w:type="dxa"/>
          </w:tcPr>
          <w:p w14:paraId="13DF86DD" w14:textId="77777777" w:rsidR="00FD4E3E" w:rsidRDefault="00B276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 rolls</w:t>
            </w:r>
          </w:p>
        </w:tc>
        <w:tc>
          <w:tcPr>
            <w:tcW w:w="1329" w:type="dxa"/>
          </w:tcPr>
          <w:p w14:paraId="01459665" w14:textId="6A8AB06E" w:rsidR="00FD4E3E" w:rsidRDefault="004653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1366" w:type="dxa"/>
          </w:tcPr>
          <w:p w14:paraId="65A74674" w14:textId="77777777" w:rsidR="00FD4E3E" w:rsidRDefault="00FD4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D4E3E" w14:paraId="2891EDC7" w14:textId="77777777" w:rsidTr="00F53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19AEB899" w14:textId="3D918519" w:rsidR="00FD4E3E" w:rsidRDefault="00F53D17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3455" w:type="dxa"/>
          </w:tcPr>
          <w:p w14:paraId="5EEC95FB" w14:textId="48D09DE8" w:rsidR="00FD4E3E" w:rsidRDefault="00B276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X-Opaque HD Barium Meal 300</w:t>
            </w:r>
            <w:r w:rsidR="001D2CCA">
              <w:rPr>
                <w:lang w:val="en-GB"/>
              </w:rPr>
              <w:t>G –</w:t>
            </w:r>
            <w:r>
              <w:rPr>
                <w:lang w:val="en-GB"/>
              </w:rPr>
              <w:t xml:space="preserve"> A Contrast Medium (dye) for x-raying Upper Digestive System</w:t>
            </w:r>
          </w:p>
        </w:tc>
        <w:tc>
          <w:tcPr>
            <w:tcW w:w="1669" w:type="dxa"/>
          </w:tcPr>
          <w:p w14:paraId="35429434" w14:textId="4C95E361" w:rsidR="00FD4E3E" w:rsidRDefault="00316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MCI Forrest</w:t>
            </w:r>
          </w:p>
        </w:tc>
        <w:tc>
          <w:tcPr>
            <w:tcW w:w="1137" w:type="dxa"/>
          </w:tcPr>
          <w:p w14:paraId="563C5672" w14:textId="6975C667" w:rsidR="00FD4E3E" w:rsidRDefault="00EB3E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CTNS</w:t>
            </w:r>
          </w:p>
        </w:tc>
        <w:tc>
          <w:tcPr>
            <w:tcW w:w="1329" w:type="dxa"/>
          </w:tcPr>
          <w:p w14:paraId="63CD3F29" w14:textId="7CF2CE1A" w:rsidR="00FD4E3E" w:rsidRDefault="004653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Years</w:t>
            </w:r>
          </w:p>
        </w:tc>
        <w:tc>
          <w:tcPr>
            <w:tcW w:w="1366" w:type="dxa"/>
          </w:tcPr>
          <w:p w14:paraId="53FCE960" w14:textId="77777777" w:rsidR="00FD4E3E" w:rsidRDefault="00FD4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D4E3E" w14:paraId="0A86DA24" w14:textId="77777777" w:rsidTr="00F53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015BC656" w14:textId="69C3A2B0" w:rsidR="00FD4E3E" w:rsidRDefault="00F53D17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5</w:t>
            </w:r>
          </w:p>
        </w:tc>
        <w:tc>
          <w:tcPr>
            <w:tcW w:w="3455" w:type="dxa"/>
          </w:tcPr>
          <w:p w14:paraId="38D478F4" w14:textId="77777777" w:rsidR="00FD4E3E" w:rsidRDefault="00B276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Liquibar</w:t>
            </w:r>
            <w:proofErr w:type="spellEnd"/>
            <w:r>
              <w:rPr>
                <w:lang w:val="en-GB"/>
              </w:rPr>
              <w:t xml:space="preserve"> Pre-Filled Enema Bag 500ml – A Contrast Medium (dye) for x-raying Lower Digestive System</w:t>
            </w:r>
          </w:p>
        </w:tc>
        <w:tc>
          <w:tcPr>
            <w:tcW w:w="1669" w:type="dxa"/>
          </w:tcPr>
          <w:p w14:paraId="4A310CD2" w14:textId="55497F3F" w:rsidR="00FD4E3E" w:rsidRDefault="00316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MCI Forrest</w:t>
            </w:r>
          </w:p>
        </w:tc>
        <w:tc>
          <w:tcPr>
            <w:tcW w:w="1137" w:type="dxa"/>
          </w:tcPr>
          <w:p w14:paraId="56C5B3F9" w14:textId="3BE839CB" w:rsidR="00FD4E3E" w:rsidRDefault="00EB3E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CTNS</w:t>
            </w:r>
          </w:p>
        </w:tc>
        <w:tc>
          <w:tcPr>
            <w:tcW w:w="1329" w:type="dxa"/>
          </w:tcPr>
          <w:p w14:paraId="79962F92" w14:textId="4547FD68" w:rsidR="00FD4E3E" w:rsidRDefault="004653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Years</w:t>
            </w:r>
          </w:p>
        </w:tc>
        <w:tc>
          <w:tcPr>
            <w:tcW w:w="1366" w:type="dxa"/>
          </w:tcPr>
          <w:p w14:paraId="11ABE542" w14:textId="77777777" w:rsidR="00FD4E3E" w:rsidRDefault="00FD4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D4E3E" w14:paraId="55EEAC4B" w14:textId="77777777" w:rsidTr="00F53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726B3D4A" w14:textId="23A418FE" w:rsidR="00FD4E3E" w:rsidRDefault="00F53D17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6</w:t>
            </w:r>
          </w:p>
        </w:tc>
        <w:tc>
          <w:tcPr>
            <w:tcW w:w="3455" w:type="dxa"/>
          </w:tcPr>
          <w:p w14:paraId="171B3227" w14:textId="77777777" w:rsidR="00FD4E3E" w:rsidRDefault="00B276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Omnipaque</w:t>
            </w:r>
            <w:proofErr w:type="spellEnd"/>
            <w:r>
              <w:rPr>
                <w:lang w:val="en-GB"/>
              </w:rPr>
              <w:t xml:space="preserve"> 300mg/ml 100 ml GE Healthcare- A Contrast Medium (dye) for x-raying hollow organs and blood vessels.</w:t>
            </w:r>
          </w:p>
        </w:tc>
        <w:tc>
          <w:tcPr>
            <w:tcW w:w="1669" w:type="dxa"/>
          </w:tcPr>
          <w:p w14:paraId="095FB5CC" w14:textId="75C10B23" w:rsidR="00FD4E3E" w:rsidRDefault="00316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GE Healthcare</w:t>
            </w:r>
          </w:p>
        </w:tc>
        <w:tc>
          <w:tcPr>
            <w:tcW w:w="1137" w:type="dxa"/>
          </w:tcPr>
          <w:p w14:paraId="37CE0C5B" w14:textId="2BD2F319" w:rsidR="00FD4E3E" w:rsidRDefault="00EB3E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 CTNS</w:t>
            </w:r>
          </w:p>
        </w:tc>
        <w:tc>
          <w:tcPr>
            <w:tcW w:w="1329" w:type="dxa"/>
          </w:tcPr>
          <w:p w14:paraId="76BCD034" w14:textId="62EBD449" w:rsidR="00FD4E3E" w:rsidRDefault="004653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Years</w:t>
            </w:r>
          </w:p>
        </w:tc>
        <w:tc>
          <w:tcPr>
            <w:tcW w:w="1366" w:type="dxa"/>
          </w:tcPr>
          <w:p w14:paraId="448C503A" w14:textId="77777777" w:rsidR="00FD4E3E" w:rsidRDefault="00FD4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D4E3E" w14:paraId="516960CA" w14:textId="77777777" w:rsidTr="00F53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03C30F36" w14:textId="22637575" w:rsidR="00FD4E3E" w:rsidRDefault="00F53D17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7</w:t>
            </w:r>
          </w:p>
        </w:tc>
        <w:tc>
          <w:tcPr>
            <w:tcW w:w="3455" w:type="dxa"/>
          </w:tcPr>
          <w:p w14:paraId="6D2B2ECE" w14:textId="77777777" w:rsidR="00FD4E3E" w:rsidRDefault="00B276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Microshield</w:t>
            </w:r>
            <w:proofErr w:type="spellEnd"/>
            <w:r>
              <w:rPr>
                <w:lang w:val="en-GB"/>
              </w:rPr>
              <w:t xml:space="preserve"> Angle Blue Antimicrobial Hand Gel 500ml - For Infection Control</w:t>
            </w:r>
          </w:p>
        </w:tc>
        <w:tc>
          <w:tcPr>
            <w:tcW w:w="1669" w:type="dxa"/>
          </w:tcPr>
          <w:p w14:paraId="2CAF8AC6" w14:textId="5DBCDAF6" w:rsidR="00FD4E3E" w:rsidRDefault="00316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Schulke</w:t>
            </w:r>
            <w:proofErr w:type="spellEnd"/>
            <w:r>
              <w:rPr>
                <w:lang w:val="en-GB"/>
              </w:rPr>
              <w:t xml:space="preserve"> Australia Pty Ltd</w:t>
            </w:r>
          </w:p>
        </w:tc>
        <w:tc>
          <w:tcPr>
            <w:tcW w:w="1137" w:type="dxa"/>
          </w:tcPr>
          <w:p w14:paraId="656BA42C" w14:textId="671331AF" w:rsidR="00FD4E3E" w:rsidRDefault="00F53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12 </w:t>
            </w:r>
            <w:r w:rsidR="00EB3EAF">
              <w:rPr>
                <w:lang w:val="en-GB"/>
              </w:rPr>
              <w:t>CTNS</w:t>
            </w:r>
          </w:p>
        </w:tc>
        <w:tc>
          <w:tcPr>
            <w:tcW w:w="1329" w:type="dxa"/>
          </w:tcPr>
          <w:p w14:paraId="6D860872" w14:textId="73B542A8" w:rsidR="00FD4E3E" w:rsidRDefault="004653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Years</w:t>
            </w:r>
          </w:p>
        </w:tc>
        <w:tc>
          <w:tcPr>
            <w:tcW w:w="1366" w:type="dxa"/>
          </w:tcPr>
          <w:p w14:paraId="49FEDCCC" w14:textId="77777777" w:rsidR="00FD4E3E" w:rsidRDefault="00FD4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D4E3E" w14:paraId="07721658" w14:textId="77777777" w:rsidTr="00F53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52B307B0" w14:textId="19B81A0B" w:rsidR="00FD4E3E" w:rsidRDefault="00F53D17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8</w:t>
            </w:r>
          </w:p>
        </w:tc>
        <w:tc>
          <w:tcPr>
            <w:tcW w:w="3455" w:type="dxa"/>
          </w:tcPr>
          <w:p w14:paraId="393AD0C4" w14:textId="2A8BDC42" w:rsidR="00FD4E3E" w:rsidRDefault="00B276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Tuffie</w:t>
            </w:r>
            <w:proofErr w:type="spellEnd"/>
            <w:r>
              <w:rPr>
                <w:lang w:val="en-GB"/>
              </w:rPr>
              <w:t xml:space="preserve"> 5 Hospital Grade Disinfectant Wipe - For Infection Control</w:t>
            </w:r>
          </w:p>
        </w:tc>
        <w:tc>
          <w:tcPr>
            <w:tcW w:w="1669" w:type="dxa"/>
          </w:tcPr>
          <w:p w14:paraId="2067C346" w14:textId="2E0285F6" w:rsidR="00FD4E3E" w:rsidRDefault="00316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Vernacare</w:t>
            </w:r>
            <w:proofErr w:type="spellEnd"/>
          </w:p>
        </w:tc>
        <w:tc>
          <w:tcPr>
            <w:tcW w:w="1137" w:type="dxa"/>
          </w:tcPr>
          <w:p w14:paraId="47BB26A0" w14:textId="052FC9B3" w:rsidR="00FD4E3E" w:rsidRDefault="00F53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12 </w:t>
            </w:r>
            <w:r w:rsidR="00EB3EAF">
              <w:rPr>
                <w:lang w:val="en-GB"/>
              </w:rPr>
              <w:t>CTNS</w:t>
            </w:r>
          </w:p>
        </w:tc>
        <w:tc>
          <w:tcPr>
            <w:tcW w:w="1329" w:type="dxa"/>
          </w:tcPr>
          <w:p w14:paraId="71C5ABED" w14:textId="537D685A" w:rsidR="00FD4E3E" w:rsidRDefault="004653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Years</w:t>
            </w:r>
          </w:p>
        </w:tc>
        <w:tc>
          <w:tcPr>
            <w:tcW w:w="1366" w:type="dxa"/>
          </w:tcPr>
          <w:p w14:paraId="4761A134" w14:textId="77777777" w:rsidR="00FD4E3E" w:rsidRDefault="00FD4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53D17" w14:paraId="137D39CF" w14:textId="77777777" w:rsidTr="00F53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720E94B9" w14:textId="4BC7A050" w:rsidR="00F53D17" w:rsidRPr="00F53D17" w:rsidRDefault="00F53D17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9</w:t>
            </w:r>
          </w:p>
        </w:tc>
        <w:tc>
          <w:tcPr>
            <w:tcW w:w="3455" w:type="dxa"/>
          </w:tcPr>
          <w:p w14:paraId="346C8188" w14:textId="64D0E8DF" w:rsidR="00F53D17" w:rsidRDefault="00F53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Clinell</w:t>
            </w:r>
            <w:proofErr w:type="spellEnd"/>
            <w:r>
              <w:rPr>
                <w:lang w:val="en-GB"/>
              </w:rPr>
              <w:t xml:space="preserve"> Universal Wipes – Instrument </w:t>
            </w:r>
            <w:r w:rsidR="001D2CCA">
              <w:rPr>
                <w:lang w:val="en-GB"/>
              </w:rPr>
              <w:t>D</w:t>
            </w:r>
            <w:r>
              <w:rPr>
                <w:lang w:val="en-GB"/>
              </w:rPr>
              <w:t xml:space="preserve">isinfectant </w:t>
            </w:r>
            <w:r w:rsidR="001D2CCA">
              <w:rPr>
                <w:lang w:val="en-GB"/>
              </w:rPr>
              <w:t>W</w:t>
            </w:r>
            <w:r>
              <w:rPr>
                <w:lang w:val="en-GB"/>
              </w:rPr>
              <w:t>ipes. For Infection Control</w:t>
            </w:r>
          </w:p>
        </w:tc>
        <w:tc>
          <w:tcPr>
            <w:tcW w:w="1669" w:type="dxa"/>
          </w:tcPr>
          <w:p w14:paraId="41B20FDB" w14:textId="4C613334" w:rsidR="00F53D17" w:rsidRDefault="001D2C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Gama Healthcare Ltd</w:t>
            </w:r>
          </w:p>
        </w:tc>
        <w:tc>
          <w:tcPr>
            <w:tcW w:w="1137" w:type="dxa"/>
          </w:tcPr>
          <w:p w14:paraId="6717090A" w14:textId="37016C29" w:rsidR="00F53D17" w:rsidRDefault="00F53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12 </w:t>
            </w:r>
            <w:r w:rsidR="00EB3EAF">
              <w:rPr>
                <w:lang w:val="en-GB"/>
              </w:rPr>
              <w:t>CTNS</w:t>
            </w:r>
          </w:p>
        </w:tc>
        <w:tc>
          <w:tcPr>
            <w:tcW w:w="1329" w:type="dxa"/>
          </w:tcPr>
          <w:p w14:paraId="79C2C595" w14:textId="2A735D84" w:rsidR="00F53D17" w:rsidRDefault="004653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Years</w:t>
            </w:r>
          </w:p>
        </w:tc>
        <w:tc>
          <w:tcPr>
            <w:tcW w:w="1366" w:type="dxa"/>
          </w:tcPr>
          <w:p w14:paraId="4022D61F" w14:textId="77777777" w:rsidR="00F53D17" w:rsidRDefault="00F53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5372" w14:paraId="757F3C70" w14:textId="77777777" w:rsidTr="00F53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60DD334E" w14:textId="51002D52" w:rsidR="00465372" w:rsidRDefault="00465372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10</w:t>
            </w:r>
          </w:p>
        </w:tc>
        <w:tc>
          <w:tcPr>
            <w:tcW w:w="3455" w:type="dxa"/>
          </w:tcPr>
          <w:p w14:paraId="2106123A" w14:textId="54AE2AC6" w:rsidR="00465372" w:rsidRDefault="00265A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Mobile DR Panel Full Enclos</w:t>
            </w:r>
            <w:r w:rsidR="00B43543">
              <w:rPr>
                <w:lang w:val="en-GB"/>
              </w:rPr>
              <w:t>ure</w:t>
            </w:r>
            <w:r>
              <w:rPr>
                <w:lang w:val="en-GB"/>
              </w:rPr>
              <w:t xml:space="preserve"> – Fluid and Drop Protection cover for the DR Panel – </w:t>
            </w:r>
            <w:proofErr w:type="spellStart"/>
            <w:r>
              <w:rPr>
                <w:lang w:val="en-GB"/>
              </w:rPr>
              <w:t>FujiFilm</w:t>
            </w:r>
            <w:proofErr w:type="spellEnd"/>
            <w:r>
              <w:rPr>
                <w:lang w:val="en-GB"/>
              </w:rPr>
              <w:t xml:space="preserve"> FDR ES C35 Size </w:t>
            </w:r>
            <w:r w:rsidR="00625E04">
              <w:rPr>
                <w:lang w:val="en-GB"/>
              </w:rPr>
              <w:t>14x17</w:t>
            </w:r>
          </w:p>
        </w:tc>
        <w:tc>
          <w:tcPr>
            <w:tcW w:w="1669" w:type="dxa"/>
          </w:tcPr>
          <w:p w14:paraId="00F5FB37" w14:textId="1257C992" w:rsidR="00465372" w:rsidRDefault="001D2C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Reina Imaging</w:t>
            </w:r>
          </w:p>
        </w:tc>
        <w:tc>
          <w:tcPr>
            <w:tcW w:w="1137" w:type="dxa"/>
          </w:tcPr>
          <w:p w14:paraId="77B30CAC" w14:textId="4ECE989A" w:rsidR="00465372" w:rsidRDefault="00625E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1D2CCA">
              <w:rPr>
                <w:lang w:val="en-GB"/>
              </w:rPr>
              <w:t xml:space="preserve"> Units</w:t>
            </w:r>
          </w:p>
        </w:tc>
        <w:tc>
          <w:tcPr>
            <w:tcW w:w="1329" w:type="dxa"/>
          </w:tcPr>
          <w:p w14:paraId="2AFA1C52" w14:textId="0E69D5BB" w:rsidR="00465372" w:rsidRDefault="00B4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1366" w:type="dxa"/>
          </w:tcPr>
          <w:p w14:paraId="581D4224" w14:textId="77777777" w:rsidR="00465372" w:rsidRDefault="004653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65AB5" w14:paraId="4E2B5EF3" w14:textId="77777777" w:rsidTr="00F53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55301C97" w14:textId="5120427A" w:rsidR="00265AB5" w:rsidRDefault="00265AB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11</w:t>
            </w:r>
          </w:p>
        </w:tc>
        <w:tc>
          <w:tcPr>
            <w:tcW w:w="3455" w:type="dxa"/>
          </w:tcPr>
          <w:p w14:paraId="31C5BE99" w14:textId="4F81CB89" w:rsidR="00265AB5" w:rsidRDefault="00265A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Mobile DR Panel Full Enclos</w:t>
            </w:r>
            <w:r w:rsidR="00B43543">
              <w:rPr>
                <w:lang w:val="en-GB"/>
              </w:rPr>
              <w:t>ure</w:t>
            </w:r>
            <w:r>
              <w:rPr>
                <w:lang w:val="en-GB"/>
              </w:rPr>
              <w:t xml:space="preserve"> – Fluid and Drop Protection cover </w:t>
            </w:r>
            <w:r w:rsidR="00625E04">
              <w:rPr>
                <w:lang w:val="en-GB"/>
              </w:rPr>
              <w:t xml:space="preserve">for the DR Panel – </w:t>
            </w:r>
            <w:r w:rsidR="00B43543">
              <w:rPr>
                <w:lang w:val="en-GB"/>
              </w:rPr>
              <w:t>Canon CXDI-710C Wireless</w:t>
            </w:r>
          </w:p>
        </w:tc>
        <w:tc>
          <w:tcPr>
            <w:tcW w:w="1669" w:type="dxa"/>
          </w:tcPr>
          <w:p w14:paraId="0A2DC316" w14:textId="05D85AF0" w:rsidR="00265AB5" w:rsidRDefault="001D2C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Reina Imaging</w:t>
            </w:r>
          </w:p>
        </w:tc>
        <w:tc>
          <w:tcPr>
            <w:tcW w:w="1137" w:type="dxa"/>
          </w:tcPr>
          <w:p w14:paraId="18A1CBC2" w14:textId="448ACA57" w:rsidR="00265AB5" w:rsidRDefault="00B4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1D2CCA">
              <w:rPr>
                <w:lang w:val="en-GB"/>
              </w:rPr>
              <w:t xml:space="preserve"> Unit</w:t>
            </w:r>
          </w:p>
        </w:tc>
        <w:tc>
          <w:tcPr>
            <w:tcW w:w="1329" w:type="dxa"/>
          </w:tcPr>
          <w:p w14:paraId="12127DC3" w14:textId="1F7ACD26" w:rsidR="00265AB5" w:rsidRDefault="00B4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1366" w:type="dxa"/>
          </w:tcPr>
          <w:p w14:paraId="6A6F62BA" w14:textId="77777777" w:rsidR="00265AB5" w:rsidRDefault="00265A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3ECFE843" w14:textId="77777777" w:rsidR="00FD4E3E" w:rsidRDefault="00FD4E3E">
      <w:pPr>
        <w:rPr>
          <w:lang w:val="en-GB"/>
        </w:rPr>
      </w:pPr>
    </w:p>
    <w:sectPr w:rsidR="00FD4E3E">
      <w:headerReference w:type="default" r:id="rId12"/>
      <w:footerReference w:type="default" r:id="rId13"/>
      <w:type w:val="oddPage"/>
      <w:pgSz w:w="11907" w:h="1683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4F6BD" w14:textId="77777777" w:rsidR="00660E36" w:rsidRDefault="00660E36">
      <w:pPr>
        <w:spacing w:before="0"/>
      </w:pPr>
      <w:r>
        <w:separator/>
      </w:r>
    </w:p>
  </w:endnote>
  <w:endnote w:type="continuationSeparator" w:id="0">
    <w:p w14:paraId="6DFB403B" w14:textId="77777777" w:rsidR="00660E36" w:rsidRDefault="00660E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7A99A" w14:textId="77777777" w:rsidR="00FD4E3E" w:rsidRDefault="00B27618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94BF6" w:rsidRPr="00D94BF6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94BF6" w:rsidRPr="00D94BF6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0452758E" w14:textId="020088A0" w:rsidR="00FD4E3E" w:rsidRDefault="00B27618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9644C">
      <w:rPr>
        <w:noProof/>
      </w:rPr>
      <w:t>2022-08-01</w:t>
    </w:r>
    <w:r>
      <w:fldChar w:fldCharType="end"/>
    </w:r>
  </w:p>
  <w:p w14:paraId="6A747EC2" w14:textId="77777777" w:rsidR="00FD4E3E" w:rsidRDefault="00FD4E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32272" w14:textId="77777777" w:rsidR="00660E36" w:rsidRDefault="00660E36">
      <w:pPr>
        <w:spacing w:before="0"/>
      </w:pPr>
      <w:r>
        <w:separator/>
      </w:r>
    </w:p>
  </w:footnote>
  <w:footnote w:type="continuationSeparator" w:id="0">
    <w:p w14:paraId="0255112F" w14:textId="77777777" w:rsidR="00660E36" w:rsidRDefault="00660E3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F18CE" w14:textId="65A94523" w:rsidR="00FD4E3E" w:rsidRDefault="00B2761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634B6F36" wp14:editId="5FF6510B">
          <wp:extent cx="590550" cy="645795"/>
          <wp:effectExtent l="0" t="0" r="0" b="1905"/>
          <wp:docPr id="11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>
      <w:rPr>
        <w:rStyle w:val="Strong"/>
        <w:rFonts w:asciiTheme="minorHAnsi" w:hAnsiTheme="minorHAnsi" w:cstheme="minorHAnsi"/>
        <w:lang w:val="en-GB"/>
      </w:rPr>
      <w:t>RFQ-</w:t>
    </w:r>
    <w:r w:rsidR="00D94BF6">
      <w:rPr>
        <w:rStyle w:val="Strong"/>
        <w:rFonts w:asciiTheme="minorHAnsi" w:hAnsiTheme="minorHAnsi" w:cstheme="minorHAnsi"/>
        <w:lang w:val="en-GB"/>
      </w:rPr>
      <w:t>22</w:t>
    </w:r>
    <w:r>
      <w:rPr>
        <w:rStyle w:val="Strong"/>
        <w:rFonts w:asciiTheme="minorHAnsi" w:hAnsiTheme="minorHAnsi" w:cstheme="minorHAnsi"/>
        <w:lang w:val="en-GB"/>
      </w:rPr>
      <w:t>-</w:t>
    </w:r>
    <w:r w:rsidR="00D94BF6">
      <w:rPr>
        <w:rStyle w:val="Strong"/>
        <w:rFonts w:asciiTheme="minorHAnsi" w:hAnsiTheme="minorHAnsi" w:cstheme="minorHAnsi"/>
        <w:lang w:val="en-GB"/>
      </w:rPr>
      <w:t>06</w:t>
    </w:r>
    <w:r>
      <w:rPr>
        <w:rStyle w:val="Strong"/>
        <w:rFonts w:asciiTheme="minorHAnsi" w:hAnsiTheme="minorHAnsi" w:cstheme="minorHAnsi"/>
        <w:lang w:val="en-GB"/>
      </w:rPr>
      <w:t>-</w:t>
    </w:r>
    <w:r w:rsidR="00D94BF6">
      <w:rPr>
        <w:rStyle w:val="Strong"/>
        <w:rFonts w:asciiTheme="minorHAnsi" w:hAnsiTheme="minorHAnsi" w:cstheme="minorHAnsi"/>
        <w:lang w:val="en-GB"/>
      </w:rPr>
      <w:t>01</w:t>
    </w:r>
    <w:r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734F004F"/>
    <w:multiLevelType w:val="multilevel"/>
    <w:tmpl w:val="734F004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1597790870">
    <w:abstractNumId w:val="0"/>
  </w:num>
  <w:num w:numId="2" w16cid:durableId="794786588">
    <w:abstractNumId w:val="2"/>
  </w:num>
  <w:num w:numId="3" w16cid:durableId="421998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72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6558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67B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CD"/>
    <w:rsid w:val="001C6CFE"/>
    <w:rsid w:val="001C7AF0"/>
    <w:rsid w:val="001C7C36"/>
    <w:rsid w:val="001C7EE9"/>
    <w:rsid w:val="001D0F1A"/>
    <w:rsid w:val="001D1185"/>
    <w:rsid w:val="001D16D6"/>
    <w:rsid w:val="001D2320"/>
    <w:rsid w:val="001D2CCA"/>
    <w:rsid w:val="001D4AC5"/>
    <w:rsid w:val="001D53ED"/>
    <w:rsid w:val="001D5A7A"/>
    <w:rsid w:val="001E279C"/>
    <w:rsid w:val="001E4621"/>
    <w:rsid w:val="001F001C"/>
    <w:rsid w:val="001F1B20"/>
    <w:rsid w:val="001F1C75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85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AB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1A5F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656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494C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45B8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5372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5B27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33D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0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0E36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0166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159F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D7FDC"/>
    <w:rsid w:val="007E0244"/>
    <w:rsid w:val="007E0FBE"/>
    <w:rsid w:val="007E242D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1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644C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32BE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618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543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41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5FCB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0C08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87AD9"/>
    <w:rsid w:val="00D9035F"/>
    <w:rsid w:val="00D91FBE"/>
    <w:rsid w:val="00D936FF"/>
    <w:rsid w:val="00D94296"/>
    <w:rsid w:val="00D94BF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0E1D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3EAF"/>
    <w:rsid w:val="00EB460E"/>
    <w:rsid w:val="00EB6858"/>
    <w:rsid w:val="00EB6EB1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EF6CF3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D17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17D"/>
    <w:rsid w:val="00FD0A4B"/>
    <w:rsid w:val="00FD1BC7"/>
    <w:rsid w:val="00FD3959"/>
    <w:rsid w:val="00FD4E3E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  <w:rsid w:val="3AFB4B36"/>
    <w:rsid w:val="7874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3B2B5F"/>
  <w15:docId w15:val="{97600DA9-B657-4EF7-B9E9-2AE24026F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KI" w:eastAsia="en-K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GridTable1Light1">
    <w:name w:val="Grid Table 1 Light1"/>
    <w:basedOn w:val="TableNormal"/>
    <w:uiPriority w:val="46"/>
    <w:qFormat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86B6B6-74F3-4EA4-88E5-4AFA4BC361C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3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4</cp:revision>
  <cp:lastPrinted>2013-10-18T08:32:00Z</cp:lastPrinted>
  <dcterms:created xsi:type="dcterms:W3CDTF">2022-07-31T21:19:00Z</dcterms:created>
  <dcterms:modified xsi:type="dcterms:W3CDTF">2022-08-01T02:55:00Z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1033-11.2.0.10017</vt:lpwstr>
  </property>
</Properties>
</file>